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B25301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Raynor</w:t>
            </w: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9A1589">
              <w:rPr>
                <w:rFonts w:ascii="Times New Roman" w:hAnsi="Times New Roman" w:cs="Times New Roman"/>
                <w:sz w:val="24"/>
                <w:szCs w:val="24"/>
              </w:rPr>
              <w:t xml:space="preserve">Day 1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Prior to task 1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How does place value </w:t>
            </w:r>
            <w:r w:rsidR="008556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understanding </w:t>
            </w:r>
            <w:bookmarkStart w:id="0" w:name="_GoBack"/>
            <w:bookmarkEnd w:id="0"/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help me add and subtract within 1000?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9A1589">
        <w:trPr>
          <w:trHeight w:val="1115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Overhead of Chart</w:t>
            </w:r>
          </w:p>
          <w:p w:rsidR="009A1589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Overhead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Manipulatives</w:t>
            </w:r>
            <w:proofErr w:type="spellEnd"/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M&amp;Ms</w:t>
            </w:r>
          </w:p>
          <w:p w:rsidR="009A1589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 10 Blocks</w:t>
            </w:r>
          </w:p>
          <w:p w:rsidR="009A1589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Place Value Chart</w:t>
            </w:r>
          </w:p>
          <w:p w:rsidR="009A1589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Ones, Tens, Hundreds, Place Value, Expanded Form, Value, Digit, Standard Form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E7680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x 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79B621F" wp14:editId="0F100F97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632BC8A" wp14:editId="1377EC2D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AAC3F81" wp14:editId="3D0D2ACE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D2FECE3" wp14:editId="729FA85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208FBD2" wp14:editId="5DB1A3BE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2E3A4FE" wp14:editId="723D4623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3B8B0D1" wp14:editId="4F641552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92CAFF" wp14:editId="13827B2C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3.NB.2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 use place value to add and subtract within 1000.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9A1589" w:rsidRPr="009A1589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A1589">
              <w:rPr>
                <w:rFonts w:ascii="Times New Roman" w:hAnsi="Times New Roman" w:cs="Times New Roman"/>
                <w:b/>
                <w:sz w:val="24"/>
                <w:szCs w:val="24"/>
              </w:rPr>
              <w:t>(How will students become cognitively engaged and focused?)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A1589" w:rsidRPr="009A1589">
              <w:rPr>
                <w:rFonts w:ascii="Times New Roman" w:hAnsi="Times New Roman" w:cs="Times New Roman"/>
                <w:b/>
                <w:sz w:val="24"/>
                <w:szCs w:val="24"/>
              </w:rPr>
              <w:t>I have, who has numbers to 999.</w:t>
            </w:r>
          </w:p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9A1589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/Guided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Practice:  </w:t>
            </w:r>
          </w:p>
          <w:p w:rsidR="009A1589" w:rsidRDefault="009A1589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Pretest</w:t>
            </w:r>
          </w:p>
          <w:p w:rsidR="00D85633" w:rsidRDefault="009A1589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CE76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hands out 3 M&amp;Ms and place value chart to each student. 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brown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orange, green)  brown=1s place  orange=tens place  green=hundreds place.  </w:t>
            </w:r>
            <w:r w:rsidRPr="00CE76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hands out colored cards to students with numbers on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them indicating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digit in each place.  </w:t>
            </w:r>
            <w:r w:rsidRPr="00CE76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Students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write number in standard form on place value chart.  </w:t>
            </w:r>
            <w:r w:rsidRPr="00CE76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Students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model same numbers with base 10 blocks.  </w:t>
            </w:r>
            <w:r w:rsidRPr="00CE76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models figuring out expanded form for one example, or more if needed.  </w:t>
            </w:r>
            <w:r w:rsidRPr="00CE76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Students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write their number in expanded form.  Last, students determine the value of each digit but counting ones, 10s, and 100s.  </w:t>
            </w:r>
            <w:r w:rsidRPr="00CE76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write sentence using sentence frame:  “The value of the ones place is _____.  The value of the tens place is _____.  The value of the hundreds place is _____.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>Teacher gives each student an index card with a number on it.  Students create a flip b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ook including picture, expanded form, and the value 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>of ones place, tens place, and hundreds place.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Journal:  explain how to figure out expanded form of a number.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Pr="00CE7680" w:rsidRDefault="00CE7680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80">
              <w:rPr>
                <w:rFonts w:ascii="Times New Roman" w:hAnsi="Times New Roman" w:cs="Times New Roman"/>
                <w:b/>
                <w:sz w:val="24"/>
                <w:szCs w:val="24"/>
              </w:rPr>
              <w:t>Numbers in the 1000s</w:t>
            </w:r>
          </w:p>
        </w:tc>
        <w:tc>
          <w:tcPr>
            <w:tcW w:w="3672" w:type="dxa"/>
            <w:gridSpan w:val="3"/>
          </w:tcPr>
          <w:p w:rsidR="005C4CBE" w:rsidRPr="00CE7680" w:rsidRDefault="00CE7680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80">
              <w:rPr>
                <w:rFonts w:ascii="Times New Roman" w:hAnsi="Times New Roman" w:cs="Times New Roman"/>
                <w:b/>
                <w:sz w:val="24"/>
                <w:szCs w:val="24"/>
              </w:rPr>
              <w:t>Smaller numbers, no 0s in numbers, work with a partner</w:t>
            </w:r>
          </w:p>
        </w:tc>
        <w:tc>
          <w:tcPr>
            <w:tcW w:w="3672" w:type="dxa"/>
          </w:tcPr>
          <w:p w:rsidR="005C4CBE" w:rsidRPr="00CE7680" w:rsidRDefault="00CE7680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80">
              <w:rPr>
                <w:rFonts w:ascii="Times New Roman" w:hAnsi="Times New Roman" w:cs="Times New Roman"/>
                <w:b/>
                <w:sz w:val="24"/>
                <w:szCs w:val="24"/>
              </w:rPr>
              <w:t>Sentence frames, students answer orally, discuss with partner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Pr="00CE7680" w:rsidRDefault="00CE7680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80">
              <w:rPr>
                <w:rFonts w:ascii="Times New Roman" w:hAnsi="Times New Roman" w:cs="Times New Roman"/>
                <w:b/>
                <w:sz w:val="24"/>
                <w:szCs w:val="24"/>
              </w:rPr>
              <w:t>Flip Book and anecdotal notes from teacher</w:t>
            </w: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589" w:rsidRDefault="009A1589" w:rsidP="00D7779B">
      <w:pPr>
        <w:spacing w:after="0" w:line="240" w:lineRule="auto"/>
      </w:pPr>
      <w:r>
        <w:separator/>
      </w:r>
    </w:p>
  </w:endnote>
  <w:endnote w:type="continuationSeparator" w:id="0">
    <w:p w:rsidR="009A1589" w:rsidRDefault="009A1589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589" w:rsidRDefault="009A1589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589" w:rsidRDefault="009A1589" w:rsidP="00D7779B">
      <w:pPr>
        <w:spacing w:after="0" w:line="240" w:lineRule="auto"/>
      </w:pPr>
      <w:r>
        <w:separator/>
      </w:r>
    </w:p>
  </w:footnote>
  <w:footnote w:type="continuationSeparator" w:id="0">
    <w:p w:rsidR="009A1589" w:rsidRDefault="009A1589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224A5F"/>
    <w:rsid w:val="00274ACD"/>
    <w:rsid w:val="0028190D"/>
    <w:rsid w:val="003D7D31"/>
    <w:rsid w:val="004B658C"/>
    <w:rsid w:val="0051657B"/>
    <w:rsid w:val="00570FB8"/>
    <w:rsid w:val="005C4CBE"/>
    <w:rsid w:val="00643719"/>
    <w:rsid w:val="006A0ACD"/>
    <w:rsid w:val="007B401D"/>
    <w:rsid w:val="008556FF"/>
    <w:rsid w:val="008C13D7"/>
    <w:rsid w:val="009A1589"/>
    <w:rsid w:val="009B085C"/>
    <w:rsid w:val="00A67FA5"/>
    <w:rsid w:val="00B25301"/>
    <w:rsid w:val="00B51CA8"/>
    <w:rsid w:val="00C92D93"/>
    <w:rsid w:val="00CB2DBC"/>
    <w:rsid w:val="00CD5617"/>
    <w:rsid w:val="00CE7680"/>
    <w:rsid w:val="00D7779B"/>
    <w:rsid w:val="00D85633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70C21B-028E-4B15-903C-DCF59556C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7C382B08.dotm</Template>
  <TotalTime>1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4</cp:revision>
  <dcterms:created xsi:type="dcterms:W3CDTF">2012-07-17T17:35:00Z</dcterms:created>
  <dcterms:modified xsi:type="dcterms:W3CDTF">2012-07-18T13:49:00Z</dcterms:modified>
</cp:coreProperties>
</file>